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4B697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653C12" w:rsidRPr="00653C12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653C12" w:rsidRPr="00653C12">
        <w:rPr>
          <w:rFonts w:ascii="Times New Roman" w:eastAsia="Times New Roman" w:hAnsi="Times New Roman"/>
          <w:b/>
          <w:sz w:val="24"/>
          <w:szCs w:val="20"/>
          <w:lang w:eastAsia="pl-PL"/>
        </w:rPr>
        <w:t>BP.271.31.2020.BS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53C12" w:rsidRPr="00653C12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53C12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53C12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Popiełuszki 20/2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50" w:rsidRDefault="00854650" w:rsidP="00025386">
      <w:pPr>
        <w:spacing w:after="0" w:line="240" w:lineRule="auto"/>
      </w:pPr>
      <w:r>
        <w:separator/>
      </w:r>
    </w:p>
  </w:endnote>
  <w:endnote w:type="continuationSeparator" w:id="0">
    <w:p w:rsidR="00854650" w:rsidRDefault="0085465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12" w:rsidRDefault="00653C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B697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7C9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457C9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12" w:rsidRDefault="00653C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50" w:rsidRDefault="00854650" w:rsidP="00025386">
      <w:pPr>
        <w:spacing w:after="0" w:line="240" w:lineRule="auto"/>
      </w:pPr>
      <w:r>
        <w:separator/>
      </w:r>
    </w:p>
  </w:footnote>
  <w:footnote w:type="continuationSeparator" w:id="0">
    <w:p w:rsidR="00854650" w:rsidRDefault="0085465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12" w:rsidRDefault="00653C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12" w:rsidRDefault="00653C1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C12" w:rsidRDefault="00653C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50"/>
    <w:rsid w:val="00025386"/>
    <w:rsid w:val="00101B40"/>
    <w:rsid w:val="001C2314"/>
    <w:rsid w:val="003C30EF"/>
    <w:rsid w:val="00457C9B"/>
    <w:rsid w:val="004B697F"/>
    <w:rsid w:val="005624D8"/>
    <w:rsid w:val="005A0158"/>
    <w:rsid w:val="00653C12"/>
    <w:rsid w:val="0069796D"/>
    <w:rsid w:val="00854650"/>
    <w:rsid w:val="008E405A"/>
    <w:rsid w:val="008F2498"/>
    <w:rsid w:val="00A56A6F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2020-09-29T06:26:00Z</dcterms:created>
  <dcterms:modified xsi:type="dcterms:W3CDTF">2020-09-29T06:26:00Z</dcterms:modified>
</cp:coreProperties>
</file>